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ADAB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248DF50" wp14:editId="50ABDE2C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A2ABD56" w14:textId="7F2E3700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99144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99144D">
                                      <w:rPr>
                                        <w:rStyle w:val="Style2"/>
                                      </w:rPr>
                                      <w:t>26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93EBA4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8DF50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A2ABD56" w14:textId="7F2E3700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99144D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99144D">
                                <w:rPr>
                                  <w:rStyle w:val="Style2"/>
                                </w:rPr>
                                <w:t>26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693EBA4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771D37" wp14:editId="30A8C204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1806D" w14:textId="77777777" w:rsidR="002E1412" w:rsidRPr="002E1412" w:rsidRDefault="005404F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71D3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7B71806D" w14:textId="77777777" w:rsidR="002E1412" w:rsidRPr="002E1412" w:rsidRDefault="005404F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5527D0D2" wp14:editId="7382D90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CE0D4E" wp14:editId="64E16916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E645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E0D4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04DE645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965A8" wp14:editId="0823E18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BC77911" w14:textId="5CBA18B1" w:rsidR="00BC61BD" w:rsidRPr="00BC61BD" w:rsidRDefault="005404F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6A521703" wp14:editId="4496089E">
                                      <wp:extent cx="969645" cy="872490"/>
                                      <wp:effectExtent l="0" t="0" r="1905" b="3810"/>
                                      <wp:docPr id="114262066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14262066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969645" cy="8724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965A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BC77911" w14:textId="5CBA18B1" w:rsidR="00BC61BD" w:rsidRPr="00BC61BD" w:rsidRDefault="005404F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6A521703" wp14:editId="4496089E">
                                <wp:extent cx="969645" cy="872490"/>
                                <wp:effectExtent l="0" t="0" r="1905" b="3810"/>
                                <wp:docPr id="114262066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4262066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9645" cy="8724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78197457" w14:textId="77777777" w:rsidR="005404F1" w:rsidRDefault="005404F1" w:rsidP="00535962"/>
    <w:p w14:paraId="46776372" w14:textId="4AD56892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42A3F8" wp14:editId="6F994259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D790A" w14:textId="77777777" w:rsidR="00F7443C" w:rsidRPr="004767CC" w:rsidRDefault="005404F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2A3F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10D790A" w14:textId="77777777" w:rsidR="00F7443C" w:rsidRPr="004767CC" w:rsidRDefault="005404F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9347B1" wp14:editId="5E3238C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62218" w14:textId="77777777" w:rsidR="0026335F" w:rsidRPr="0026335F" w:rsidRDefault="005404F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347B1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15C62218" w14:textId="77777777" w:rsidR="0026335F" w:rsidRPr="0026335F" w:rsidRDefault="005404F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2EDCA9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B8FE36" wp14:editId="1EFD483E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9AD5C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8FE3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1799AD5C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D7F7769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39D42DD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1BEF610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96B28A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F039551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7840790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F22EF8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5A4D2F64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5E20057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4890AB1B" w14:textId="77777777" w:rsidTr="00A24343">
        <w:trPr>
          <w:trHeight w:val="457"/>
          <w:jc w:val="center"/>
        </w:trPr>
        <w:tc>
          <w:tcPr>
            <w:tcW w:w="849" w:type="dxa"/>
          </w:tcPr>
          <w:p w14:paraId="6E14B94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C15CE16" w14:textId="77777777" w:rsidR="0037246F" w:rsidRDefault="0037246F" w:rsidP="00BB657B">
            <w:pPr>
              <w:spacing w:after="0" w:line="240" w:lineRule="auto"/>
            </w:pPr>
          </w:p>
          <w:p w14:paraId="5B8FF96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60F0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AEB4B9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FC0884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838A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196283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5DE75E2" w14:textId="77777777" w:rsidTr="00A24343">
        <w:trPr>
          <w:trHeight w:val="477"/>
          <w:jc w:val="center"/>
        </w:trPr>
        <w:tc>
          <w:tcPr>
            <w:tcW w:w="849" w:type="dxa"/>
          </w:tcPr>
          <w:p w14:paraId="7100F35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C8423DA" w14:textId="77777777" w:rsidR="0037246F" w:rsidRDefault="0037246F" w:rsidP="00BB657B">
            <w:pPr>
              <w:spacing w:after="0" w:line="240" w:lineRule="auto"/>
            </w:pPr>
          </w:p>
          <w:p w14:paraId="0460348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9CC83D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5EBF7E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8911B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1DBB0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FC6C9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FCF525B" w14:textId="77777777" w:rsidTr="00A24343">
        <w:trPr>
          <w:trHeight w:val="477"/>
          <w:jc w:val="center"/>
        </w:trPr>
        <w:tc>
          <w:tcPr>
            <w:tcW w:w="849" w:type="dxa"/>
          </w:tcPr>
          <w:p w14:paraId="125D2C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759D36" w14:textId="77777777" w:rsidR="0037246F" w:rsidRDefault="0037246F" w:rsidP="00BB657B">
            <w:pPr>
              <w:spacing w:after="0" w:line="240" w:lineRule="auto"/>
            </w:pPr>
          </w:p>
          <w:p w14:paraId="0A1CDD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0715DD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829BD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4603A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9ECD8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93F633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9EC3119" w14:textId="77777777" w:rsidTr="00A24343">
        <w:trPr>
          <w:trHeight w:val="477"/>
          <w:jc w:val="center"/>
        </w:trPr>
        <w:tc>
          <w:tcPr>
            <w:tcW w:w="849" w:type="dxa"/>
          </w:tcPr>
          <w:p w14:paraId="7F97718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FEB4DA3" w14:textId="77777777" w:rsidR="0037246F" w:rsidRDefault="0037246F" w:rsidP="00BB657B">
            <w:pPr>
              <w:spacing w:after="0" w:line="240" w:lineRule="auto"/>
            </w:pPr>
          </w:p>
          <w:p w14:paraId="310E615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B871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1E3B5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7AAEFC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3BE14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E186BC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A3370E9" w14:textId="77777777" w:rsidTr="00A24343">
        <w:trPr>
          <w:trHeight w:val="477"/>
          <w:jc w:val="center"/>
        </w:trPr>
        <w:tc>
          <w:tcPr>
            <w:tcW w:w="849" w:type="dxa"/>
          </w:tcPr>
          <w:p w14:paraId="35246AB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1ED821" w14:textId="77777777" w:rsidR="0037246F" w:rsidRDefault="0037246F" w:rsidP="00BB657B">
            <w:pPr>
              <w:spacing w:after="0" w:line="240" w:lineRule="auto"/>
            </w:pPr>
          </w:p>
          <w:p w14:paraId="275648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1BA63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C34F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6E05A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7FCC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74B98D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835D35A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27F576A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3A493CE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26B210A8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430741B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51E2EC6D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994E96B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30CB5CDA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04B5ECC4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C93834" wp14:editId="437E203F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BB1F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93834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0EBB1FC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1B2A1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1698A720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0DE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F543DB" wp14:editId="6F38FF40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14162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F060912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596C1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F543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16114162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2F060912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596C1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101EF4C6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51A28" wp14:editId="70E95D8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C7452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A51A28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D9C7452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EA101D6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43B6CF27" wp14:editId="5735D86B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51D0212B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DFABE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30D9F57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47BC6520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218057D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404F1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6B6D8F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66904"/>
    <w:rsid w:val="009773D3"/>
    <w:rsid w:val="0099144D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C7F15"/>
    <w:rsid w:val="00BD1DC7"/>
    <w:rsid w:val="00BE4FB0"/>
    <w:rsid w:val="00BF1AD5"/>
    <w:rsid w:val="00C66D08"/>
    <w:rsid w:val="00CA4661"/>
    <w:rsid w:val="00CC081D"/>
    <w:rsid w:val="00CE67A3"/>
    <w:rsid w:val="00D24FA7"/>
    <w:rsid w:val="00D42AC9"/>
    <w:rsid w:val="00D64696"/>
    <w:rsid w:val="00D90D49"/>
    <w:rsid w:val="00DA4912"/>
    <w:rsid w:val="00DC5D96"/>
    <w:rsid w:val="00DD4F3E"/>
    <w:rsid w:val="00E13E55"/>
    <w:rsid w:val="00E3360B"/>
    <w:rsid w:val="00E50BF6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97A87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6B16B394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7832-0251-4A7E-8799-F0011760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7</cp:revision>
  <cp:lastPrinted>2011-03-04T18:27:00Z</cp:lastPrinted>
  <dcterms:created xsi:type="dcterms:W3CDTF">2023-10-03T15:03:00Z</dcterms:created>
  <dcterms:modified xsi:type="dcterms:W3CDTF">2025-11-07T14:04:00Z</dcterms:modified>
</cp:coreProperties>
</file>